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3997" w14:textId="08B60A7C" w:rsidR="0054791A" w:rsidRPr="002C4770" w:rsidRDefault="0096513C" w:rsidP="0026625C">
      <w:pPr>
        <w:tabs>
          <w:tab w:val="left" w:pos="851"/>
          <w:tab w:val="right" w:pos="10204"/>
        </w:tabs>
        <w:jc w:val="right"/>
        <w:outlineLvl w:val="0"/>
        <w:rPr>
          <w:color w:val="000000"/>
          <w:sz w:val="24"/>
          <w:szCs w:val="24"/>
          <w:lang w:val="sr-Cyrl-RS"/>
        </w:rPr>
      </w:pPr>
      <w:r>
        <w:rPr>
          <w:color w:val="000000"/>
          <w:sz w:val="24"/>
          <w:szCs w:val="24"/>
          <w:lang w:val="sr-Cyrl-RS"/>
        </w:rPr>
        <w:tab/>
      </w:r>
      <w:r w:rsidR="00870DEC" w:rsidRPr="00870DEC">
        <w:rPr>
          <w:color w:val="000000"/>
          <w:sz w:val="24"/>
          <w:szCs w:val="24"/>
          <w:lang w:val="sr-Cyrl-RS"/>
        </w:rPr>
        <w:t xml:space="preserve">Образац </w:t>
      </w:r>
      <w:r>
        <w:rPr>
          <w:color w:val="000000"/>
          <w:sz w:val="24"/>
          <w:szCs w:val="24"/>
          <w:lang w:val="sr-Cyrl-RS"/>
        </w:rPr>
        <w:t>ЕТФ-ДАС-ПТ</w:t>
      </w:r>
      <w:r w:rsidR="00590F74">
        <w:rPr>
          <w:color w:val="000000"/>
          <w:sz w:val="24"/>
          <w:szCs w:val="24"/>
          <w:lang w:val="sr-Cyrl-RS"/>
        </w:rPr>
        <w:t>2</w:t>
      </w:r>
    </w:p>
    <w:p w14:paraId="04FC92E3" w14:textId="77777777" w:rsidR="0026625C" w:rsidRDefault="0026625C" w:rsidP="005A7B85">
      <w:pPr>
        <w:spacing w:before="240"/>
        <w:outlineLvl w:val="0"/>
        <w:rPr>
          <w:b/>
          <w:color w:val="000000"/>
          <w:sz w:val="24"/>
          <w:szCs w:val="24"/>
          <w:lang w:val="sr-Cyrl-RS"/>
        </w:rPr>
      </w:pPr>
      <w:bookmarkStart w:id="0" w:name="_Hlk140449148"/>
    </w:p>
    <w:p w14:paraId="0CC0C4EB" w14:textId="047E868D" w:rsidR="0054791A" w:rsidRPr="002C4770" w:rsidRDefault="0054791A" w:rsidP="005A7B85">
      <w:pPr>
        <w:spacing w:before="240"/>
        <w:outlineLvl w:val="0"/>
        <w:rPr>
          <w:b/>
          <w:color w:val="000000"/>
          <w:sz w:val="24"/>
          <w:szCs w:val="24"/>
          <w:lang w:val="sr-Cyrl-RS"/>
        </w:rPr>
      </w:pPr>
      <w:r w:rsidRPr="002C4770">
        <w:rPr>
          <w:b/>
          <w:color w:val="000000"/>
          <w:sz w:val="24"/>
          <w:szCs w:val="24"/>
          <w:lang w:val="sr-Cyrl-RS"/>
        </w:rPr>
        <w:t>Комисији за студије трећег степена</w:t>
      </w:r>
    </w:p>
    <w:p w14:paraId="3F9127B8" w14:textId="39452701" w:rsidR="00284625" w:rsidRPr="00EA05F6" w:rsidRDefault="00980F8C" w:rsidP="004A42A3">
      <w:pPr>
        <w:pStyle w:val="Heading1"/>
        <w:spacing w:before="480" w:after="120"/>
        <w:rPr>
          <w:sz w:val="28"/>
          <w:szCs w:val="28"/>
          <w:lang w:val="sr-Cyrl-RS"/>
        </w:rPr>
      </w:pPr>
      <w:r w:rsidRPr="00EA05F6">
        <w:rPr>
          <w:sz w:val="28"/>
          <w:szCs w:val="28"/>
          <w:lang w:val="sr-Cyrl-RS"/>
        </w:rPr>
        <w:t>ПРЕПОРУКА КАТЕДРЕ У ВЕЗ</w:t>
      </w:r>
      <w:r w:rsidR="00DC6CFB">
        <w:rPr>
          <w:sz w:val="28"/>
          <w:szCs w:val="28"/>
          <w:lang w:val="sr-Cyrl-RS"/>
        </w:rPr>
        <w:t>И СА</w:t>
      </w:r>
      <w:r w:rsidRPr="00EA05F6">
        <w:rPr>
          <w:sz w:val="28"/>
          <w:szCs w:val="28"/>
          <w:lang w:val="sr-Cyrl-RS"/>
        </w:rPr>
        <w:br/>
      </w:r>
      <w:r w:rsidR="00284625" w:rsidRPr="00EA05F6">
        <w:rPr>
          <w:sz w:val="28"/>
          <w:szCs w:val="28"/>
          <w:lang w:val="sr-Cyrl-RS"/>
        </w:rPr>
        <w:t>ПРИЈАВ</w:t>
      </w:r>
      <w:r w:rsidR="00DC6CFB">
        <w:rPr>
          <w:sz w:val="28"/>
          <w:szCs w:val="28"/>
          <w:lang w:val="sr-Cyrl-RS"/>
        </w:rPr>
        <w:t>ОМ</w:t>
      </w:r>
      <w:r w:rsidRPr="00EA05F6">
        <w:rPr>
          <w:sz w:val="28"/>
          <w:szCs w:val="28"/>
          <w:lang w:val="sr-Cyrl-RS"/>
        </w:rPr>
        <w:t xml:space="preserve"> </w:t>
      </w:r>
      <w:r w:rsidR="00284625" w:rsidRPr="00EA05F6">
        <w:rPr>
          <w:sz w:val="28"/>
          <w:szCs w:val="28"/>
          <w:lang w:val="sr-Cyrl-RS"/>
        </w:rPr>
        <w:t>ТЕМЕ ДОКТОРСКЕ ДИСЕРТАЦИЈЕ</w:t>
      </w:r>
    </w:p>
    <w:p w14:paraId="3EAD84A7" w14:textId="595DC097" w:rsidR="00284625" w:rsidRDefault="00284625">
      <w:pPr>
        <w:rPr>
          <w:b/>
          <w:sz w:val="28"/>
          <w:szCs w:val="28"/>
          <w:lang w:val="sr-Cyrl-RS"/>
        </w:rPr>
      </w:pPr>
    </w:p>
    <w:p w14:paraId="2DC238F6" w14:textId="11A78415" w:rsidR="00AB2210" w:rsidRPr="002C4770" w:rsidRDefault="00A33AE7" w:rsidP="00214CE6">
      <w:pPr>
        <w:spacing w:line="264" w:lineRule="auto"/>
        <w:ind w:firstLine="720"/>
        <w:jc w:val="both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 xml:space="preserve">Катедра за </w:t>
      </w:r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Dropdown1"/>
            <w:enabled/>
            <w:calcOnExit w:val="0"/>
            <w:helpText w:type="text" w:val="Изабрати катедру из падајућег менија"/>
            <w:statusText w:type="text" w:val="Изабрати катедру из падајућег менија"/>
            <w:ddList>
              <w:listEntry w:val="           "/>
              <w:listEntry w:val="електроенергетске системе"/>
              <w:listEntry w:val="телекомуникације"/>
              <w:listEntry w:val="електронику"/>
              <w:listEntry w:val="рачунарску технику и информатику"/>
              <w:listEntry w:val="сигнале и системе"/>
              <w:listEntry w:val="микроелектронику и техничку физику"/>
              <w:listEntry w:val="општу електротехнику"/>
              <w:listEntry w:val="примењену математику"/>
              <w:listEntry w:val="енергетске претвараче и погоне"/>
              <w:listEntry w:val="опште образовање"/>
            </w:ddList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FORMDROPDOWN </w:instrText>
      </w:r>
      <w:r w:rsidR="00000000">
        <w:rPr>
          <w:color w:val="000000"/>
          <w:sz w:val="24"/>
          <w:szCs w:val="24"/>
          <w:lang w:val="sr-Cyrl-RS"/>
        </w:rPr>
      </w:r>
      <w:r w:rsidR="00000000">
        <w:rPr>
          <w:color w:val="000000"/>
          <w:sz w:val="24"/>
          <w:szCs w:val="24"/>
          <w:lang w:val="sr-Cyrl-RS"/>
        </w:rPr>
        <w:fldChar w:fldCharType="separate"/>
      </w:r>
      <w:r w:rsidRPr="002C4770">
        <w:rPr>
          <w:color w:val="000000"/>
          <w:sz w:val="24"/>
          <w:szCs w:val="24"/>
          <w:lang w:val="sr-Cyrl-RS"/>
        </w:rPr>
        <w:fldChar w:fldCharType="end"/>
      </w:r>
      <w:r w:rsidR="00AB2210" w:rsidRPr="002C4770">
        <w:rPr>
          <w:color w:val="000000"/>
          <w:sz w:val="24"/>
          <w:szCs w:val="24"/>
          <w:lang w:val="sr-Cyrl-RS"/>
        </w:rPr>
        <w:t xml:space="preserve"> (у даљем тексту: Катедра)</w:t>
      </w:r>
      <w:r w:rsidRPr="002C4770">
        <w:rPr>
          <w:color w:val="000000"/>
          <w:sz w:val="24"/>
          <w:szCs w:val="24"/>
          <w:lang w:val="sr-Cyrl-RS"/>
        </w:rPr>
        <w:t xml:space="preserve">, на својој седници одржаној </w:t>
      </w:r>
      <w:bookmarkStart w:id="1" w:name="Text7"/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7"/>
            <w:enabled/>
            <w:calcOnExit w:val="0"/>
            <w:statusText w:type="text" w:val="Унети дан, месец и годину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="001658BA">
        <w:rPr>
          <w:color w:val="000000"/>
          <w:sz w:val="24"/>
          <w:szCs w:val="24"/>
          <w:lang w:val="sr-Cyrl-RS"/>
        </w:rPr>
        <w:t>__</w:t>
      </w:r>
      <w:r w:rsidRPr="002C4770">
        <w:rPr>
          <w:color w:val="000000"/>
          <w:sz w:val="24"/>
          <w:szCs w:val="24"/>
          <w:lang w:val="sr-Cyrl-RS"/>
        </w:rPr>
        <w:t>.</w:t>
      </w:r>
      <w:r w:rsidR="001658BA">
        <w:rPr>
          <w:color w:val="000000"/>
          <w:sz w:val="24"/>
          <w:szCs w:val="24"/>
          <w:lang w:val="sr-Cyrl-RS"/>
        </w:rPr>
        <w:t>__.</w:t>
      </w:r>
      <w:r w:rsidRPr="002C4770">
        <w:rPr>
          <w:color w:val="000000"/>
          <w:sz w:val="24"/>
          <w:szCs w:val="24"/>
          <w:lang w:val="sr-Cyrl-RS"/>
        </w:rPr>
        <w:t>20</w:t>
      </w:r>
      <w:r w:rsidR="002B1301">
        <w:rPr>
          <w:color w:val="000000"/>
          <w:sz w:val="24"/>
          <w:szCs w:val="24"/>
        </w:rPr>
        <w:t>2</w:t>
      </w:r>
      <w:r w:rsidR="001658BA">
        <w:rPr>
          <w:color w:val="000000"/>
          <w:sz w:val="24"/>
          <w:szCs w:val="24"/>
          <w:lang w:val="sr-Cyrl-RS"/>
        </w:rPr>
        <w:t xml:space="preserve">_ </w:t>
      </w:r>
      <w:r w:rsidRPr="002C4770">
        <w:rPr>
          <w:color w:val="000000"/>
          <w:sz w:val="24"/>
          <w:szCs w:val="24"/>
          <w:lang w:val="sr-Cyrl-RS"/>
        </w:rPr>
        <w:t>.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1"/>
      <w:r w:rsidRPr="002C4770">
        <w:rPr>
          <w:color w:val="000000"/>
          <w:sz w:val="24"/>
          <w:szCs w:val="24"/>
          <w:lang w:val="sr-Cyrl-RS"/>
        </w:rPr>
        <w:t xml:space="preserve"> године, размотрила је пријаву теме докторске дисертације</w:t>
      </w:r>
      <w:r w:rsidR="00AB2210" w:rsidRPr="002C4770">
        <w:rPr>
          <w:color w:val="000000"/>
          <w:sz w:val="24"/>
          <w:szCs w:val="24"/>
          <w:lang w:val="sr-Cyrl-RS"/>
        </w:rPr>
        <w:t xml:space="preserve"> под радним насловом</w:t>
      </w:r>
    </w:p>
    <w:p w14:paraId="5C70397F" w14:textId="585AB146" w:rsidR="005A7B85" w:rsidRPr="002C4770" w:rsidRDefault="002C4770" w:rsidP="005A7B85">
      <w:pPr>
        <w:spacing w:before="120" w:line="264" w:lineRule="auto"/>
        <w:ind w:firstLine="720"/>
        <w:jc w:val="center"/>
        <w:rPr>
          <w:b/>
          <w:color w:val="000000"/>
          <w:sz w:val="24"/>
          <w:szCs w:val="24"/>
          <w:lang w:val="sr-Cyrl-RS"/>
        </w:rPr>
      </w:pPr>
      <w:r>
        <w:rPr>
          <w:b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Предложени наслов теме дисертације на српском језику "/>
            </w:textInput>
          </w:ffData>
        </w:fldChar>
      </w:r>
      <w:r>
        <w:rPr>
          <w:b/>
          <w:color w:val="000000"/>
          <w:sz w:val="24"/>
          <w:szCs w:val="24"/>
          <w:lang w:val="sr-Cyrl-RS"/>
        </w:rPr>
        <w:instrText xml:space="preserve"> FORMTEXT </w:instrText>
      </w:r>
      <w:r>
        <w:rPr>
          <w:b/>
          <w:color w:val="000000"/>
          <w:sz w:val="24"/>
          <w:szCs w:val="24"/>
          <w:lang w:val="sr-Cyrl-RS"/>
        </w:rPr>
      </w:r>
      <w:r>
        <w:rPr>
          <w:b/>
          <w:color w:val="000000"/>
          <w:sz w:val="24"/>
          <w:szCs w:val="24"/>
          <w:lang w:val="sr-Cyrl-RS"/>
        </w:rPr>
        <w:fldChar w:fldCharType="separate"/>
      </w:r>
      <w:r>
        <w:rPr>
          <w:b/>
          <w:noProof/>
          <w:color w:val="000000"/>
          <w:sz w:val="24"/>
          <w:szCs w:val="24"/>
          <w:lang w:val="sr-Cyrl-RS"/>
        </w:rPr>
        <w:t xml:space="preserve">Предложени наслов теме дисертације на српском језику </w:t>
      </w:r>
      <w:r>
        <w:rPr>
          <w:b/>
          <w:color w:val="000000"/>
          <w:sz w:val="24"/>
          <w:szCs w:val="24"/>
          <w:lang w:val="sr-Cyrl-RS"/>
        </w:rPr>
        <w:fldChar w:fldCharType="end"/>
      </w:r>
    </w:p>
    <w:p w14:paraId="30D9FCE4" w14:textId="63EF1084" w:rsidR="00AB2210" w:rsidRPr="002C4770" w:rsidRDefault="00AB2210" w:rsidP="00AB2210">
      <w:pPr>
        <w:spacing w:before="120" w:line="264" w:lineRule="auto"/>
        <w:ind w:firstLine="720"/>
        <w:jc w:val="center"/>
        <w:rPr>
          <w:i/>
          <w:color w:val="000000"/>
          <w:sz w:val="24"/>
          <w:szCs w:val="24"/>
          <w:lang w:val="sr-Cyrl-RS"/>
        </w:rPr>
      </w:pPr>
      <w:r w:rsidRPr="002C4770">
        <w:rPr>
          <w:b/>
          <w:color w:val="000000"/>
          <w:sz w:val="24"/>
          <w:szCs w:val="24"/>
          <w:lang w:val="sr-Cyrl-RS"/>
        </w:rPr>
        <w:t>(</w:t>
      </w:r>
      <w:r w:rsidRPr="001625C0">
        <w:rPr>
          <w:b/>
          <w:color w:val="000000"/>
          <w:sz w:val="24"/>
          <w:szCs w:val="24"/>
          <w:lang w:val="sr-Cyrl-RS"/>
        </w:rPr>
        <w:t>енгл.</w:t>
      </w:r>
      <w:r w:rsidRPr="002C4770">
        <w:rPr>
          <w:b/>
          <w:color w:val="000000"/>
          <w:sz w:val="24"/>
          <w:szCs w:val="24"/>
          <w:lang w:val="sr-Cyrl-RS"/>
        </w:rPr>
        <w:t xml:space="preserve"> </w:t>
      </w:r>
      <w:r w:rsidR="002C4770">
        <w:rPr>
          <w:b/>
          <w:i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The Proposed Title of the Dissertation"/>
            </w:textInput>
          </w:ffData>
        </w:fldChar>
      </w:r>
      <w:r w:rsidR="002C4770">
        <w:rPr>
          <w:b/>
          <w:i/>
          <w:color w:val="000000"/>
          <w:sz w:val="24"/>
          <w:szCs w:val="24"/>
          <w:lang w:val="sr-Cyrl-RS"/>
        </w:rPr>
        <w:instrText xml:space="preserve"> FORMTEXT </w:instrText>
      </w:r>
      <w:r w:rsidR="002C4770">
        <w:rPr>
          <w:b/>
          <w:i/>
          <w:color w:val="000000"/>
          <w:sz w:val="24"/>
          <w:szCs w:val="24"/>
          <w:lang w:val="sr-Cyrl-RS"/>
        </w:rPr>
      </w:r>
      <w:r w:rsidR="002C4770">
        <w:rPr>
          <w:b/>
          <w:i/>
          <w:color w:val="000000"/>
          <w:sz w:val="24"/>
          <w:szCs w:val="24"/>
          <w:lang w:val="sr-Cyrl-RS"/>
        </w:rPr>
        <w:fldChar w:fldCharType="separate"/>
      </w:r>
      <w:r w:rsidR="002C4770">
        <w:rPr>
          <w:b/>
          <w:i/>
          <w:noProof/>
          <w:color w:val="000000"/>
          <w:sz w:val="24"/>
          <w:szCs w:val="24"/>
          <w:lang w:val="sr-Cyrl-RS"/>
        </w:rPr>
        <w:t>The Proposed Title of the Dissertation</w:t>
      </w:r>
      <w:r w:rsidR="002C4770">
        <w:rPr>
          <w:b/>
          <w:i/>
          <w:color w:val="000000"/>
          <w:sz w:val="24"/>
          <w:szCs w:val="24"/>
          <w:lang w:val="sr-Cyrl-RS"/>
        </w:rPr>
        <w:fldChar w:fldCharType="end"/>
      </w:r>
      <w:r w:rsidRPr="002C4770">
        <w:rPr>
          <w:b/>
          <w:color w:val="000000"/>
          <w:sz w:val="24"/>
          <w:szCs w:val="24"/>
          <w:lang w:val="sr-Cyrl-RS"/>
        </w:rPr>
        <w:t>)</w:t>
      </w:r>
    </w:p>
    <w:p w14:paraId="2D1BD132" w14:textId="751EA1B1" w:rsidR="00AB2210" w:rsidRPr="002C4770" w:rsidRDefault="00A33AE7" w:rsidP="00AB2210">
      <w:pPr>
        <w:spacing w:line="264" w:lineRule="auto"/>
        <w:jc w:val="both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коју је поднео студент докторских студија</w:t>
      </w:r>
    </w:p>
    <w:p w14:paraId="20D48F18" w14:textId="24DCAD2A" w:rsidR="00AB2210" w:rsidRPr="002C4770" w:rsidRDefault="00214CE6" w:rsidP="00AB2210">
      <w:pPr>
        <w:spacing w:before="120" w:after="120" w:line="264" w:lineRule="auto"/>
        <w:jc w:val="center"/>
        <w:rPr>
          <w:b/>
          <w:color w:val="000000"/>
          <w:sz w:val="24"/>
          <w:szCs w:val="24"/>
          <w:lang w:val="sr-Cyrl-RS"/>
        </w:rPr>
      </w:pPr>
      <w:r w:rsidRPr="002C4770">
        <w:rPr>
          <w:b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име (име родитеља) презиме "/>
            </w:textInput>
          </w:ffData>
        </w:fldChar>
      </w:r>
      <w:r w:rsidRPr="002C4770">
        <w:rPr>
          <w:b/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b/>
          <w:color w:val="000000"/>
          <w:sz w:val="24"/>
          <w:szCs w:val="24"/>
          <w:lang w:val="sr-Cyrl-RS"/>
        </w:rPr>
      </w:r>
      <w:r w:rsidRPr="002C4770">
        <w:rPr>
          <w:b/>
          <w:color w:val="000000"/>
          <w:sz w:val="24"/>
          <w:szCs w:val="24"/>
          <w:lang w:val="sr-Cyrl-RS"/>
        </w:rPr>
        <w:fldChar w:fldCharType="separate"/>
      </w:r>
      <w:r w:rsidRPr="002C4770">
        <w:rPr>
          <w:b/>
          <w:color w:val="000000"/>
          <w:sz w:val="24"/>
          <w:szCs w:val="24"/>
          <w:lang w:val="sr-Cyrl-RS"/>
        </w:rPr>
        <w:t xml:space="preserve">име (име родитеља) презиме </w:t>
      </w:r>
      <w:r w:rsidRPr="002C4770">
        <w:rPr>
          <w:b/>
          <w:color w:val="000000"/>
          <w:sz w:val="24"/>
          <w:szCs w:val="24"/>
          <w:lang w:val="sr-Cyrl-RS"/>
        </w:rPr>
        <w:fldChar w:fldCharType="end"/>
      </w:r>
      <w:r w:rsidRPr="002C4770">
        <w:rPr>
          <w:color w:val="000000"/>
          <w:sz w:val="24"/>
          <w:szCs w:val="24"/>
          <w:lang w:val="sr-Cyrl-RS"/>
        </w:rPr>
        <w:t>, број индекса</w:t>
      </w:r>
      <w:r w:rsidRPr="002C4770">
        <w:rPr>
          <w:b/>
          <w:color w:val="000000"/>
          <w:sz w:val="24"/>
          <w:szCs w:val="24"/>
          <w:lang w:val="sr-Cyrl-RS"/>
        </w:rPr>
        <w:t xml:space="preserve">  </w:t>
      </w:r>
      <w:r w:rsidRPr="002C4770">
        <w:rPr>
          <w:b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година / број"/>
            </w:textInput>
          </w:ffData>
        </w:fldChar>
      </w:r>
      <w:r w:rsidRPr="002C4770">
        <w:rPr>
          <w:b/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b/>
          <w:color w:val="000000"/>
          <w:sz w:val="24"/>
          <w:szCs w:val="24"/>
          <w:lang w:val="sr-Cyrl-RS"/>
        </w:rPr>
      </w:r>
      <w:r w:rsidRPr="002C4770">
        <w:rPr>
          <w:b/>
          <w:color w:val="000000"/>
          <w:sz w:val="24"/>
          <w:szCs w:val="24"/>
          <w:lang w:val="sr-Cyrl-RS"/>
        </w:rPr>
        <w:fldChar w:fldCharType="separate"/>
      </w:r>
      <w:r w:rsidRPr="002C4770">
        <w:rPr>
          <w:b/>
          <w:color w:val="000000"/>
          <w:sz w:val="24"/>
          <w:szCs w:val="24"/>
          <w:lang w:val="sr-Cyrl-RS"/>
        </w:rPr>
        <w:t>година / број</w:t>
      </w:r>
      <w:r w:rsidRPr="002C4770">
        <w:rPr>
          <w:b/>
          <w:color w:val="000000"/>
          <w:sz w:val="24"/>
          <w:szCs w:val="24"/>
          <w:lang w:val="sr-Cyrl-RS"/>
        </w:rPr>
        <w:fldChar w:fldCharType="end"/>
      </w:r>
      <w:r w:rsidR="00052441" w:rsidRPr="002C4770">
        <w:rPr>
          <w:color w:val="000000"/>
          <w:sz w:val="24"/>
          <w:szCs w:val="24"/>
          <w:lang w:val="sr-Cyrl-RS"/>
        </w:rPr>
        <w:t>.</w:t>
      </w:r>
    </w:p>
    <w:p w14:paraId="0C00182A" w14:textId="16862837" w:rsidR="00E0445C" w:rsidRPr="002C4770" w:rsidRDefault="00052441" w:rsidP="00DC6CFB">
      <w:pPr>
        <w:spacing w:before="240" w:after="120" w:line="264" w:lineRule="auto"/>
        <w:ind w:firstLine="709"/>
        <w:jc w:val="both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Катедра је утврдила</w:t>
      </w:r>
      <w:r w:rsidR="00E0445C" w:rsidRPr="002C4770">
        <w:rPr>
          <w:color w:val="000000"/>
          <w:sz w:val="24"/>
          <w:szCs w:val="24"/>
          <w:lang w:val="sr-Cyrl-RS"/>
        </w:rPr>
        <w:t>:</w:t>
      </w:r>
    </w:p>
    <w:p w14:paraId="7ADF701E" w14:textId="442E38D4" w:rsidR="00E0445C" w:rsidRPr="002C4770" w:rsidRDefault="00E0445C" w:rsidP="00E20639">
      <w:pPr>
        <w:pStyle w:val="ListParagraph"/>
        <w:numPr>
          <w:ilvl w:val="0"/>
          <w:numId w:val="5"/>
        </w:numPr>
        <w:ind w:left="426"/>
        <w:jc w:val="both"/>
        <w:rPr>
          <w:sz w:val="24"/>
          <w:szCs w:val="24"/>
          <w:lang w:val="sr-Cyrl-RS"/>
        </w:rPr>
      </w:pPr>
      <w:r w:rsidRPr="002C4770">
        <w:rPr>
          <w:sz w:val="24"/>
          <w:szCs w:val="24"/>
          <w:lang w:val="sr-Cyrl-RS"/>
        </w:rPr>
        <w:t xml:space="preserve">да је надлежна за разматрање пријављене теме докторске дисертације, тј. да </w:t>
      </w:r>
      <w:r w:rsidRPr="002C4770">
        <w:rPr>
          <w:color w:val="000000"/>
          <w:sz w:val="24"/>
          <w:szCs w:val="24"/>
          <w:lang w:val="sr-Cyrl-RS"/>
        </w:rPr>
        <w:t xml:space="preserve">тема </w:t>
      </w:r>
      <w:r w:rsidRPr="002C4770">
        <w:rPr>
          <w:sz w:val="24"/>
          <w:szCs w:val="24"/>
          <w:lang w:val="sr-Cyrl-RS"/>
        </w:rPr>
        <w:t xml:space="preserve">припада ужој научној области у оквиру које је оформљено изборно подручје </w:t>
      </w:r>
      <w:r w:rsidR="001625C0">
        <w:rPr>
          <w:sz w:val="24"/>
          <w:szCs w:val="24"/>
          <w:lang w:val="sr-Cyrl-RS"/>
        </w:rPr>
        <w:t>студента</w:t>
      </w:r>
      <w:r w:rsidR="00AB2210" w:rsidRPr="002C4770">
        <w:rPr>
          <w:color w:val="000000"/>
          <w:sz w:val="24"/>
          <w:szCs w:val="24"/>
          <w:lang w:val="sr-Cyrl-RS"/>
        </w:rPr>
        <w:t>,</w:t>
      </w:r>
    </w:p>
    <w:p w14:paraId="00752930" w14:textId="0CFAB0B3" w:rsidR="008D5B3A" w:rsidRPr="002C4770" w:rsidRDefault="008D5B3A" w:rsidP="00E20639">
      <w:pPr>
        <w:pStyle w:val="ListParagraph"/>
        <w:numPr>
          <w:ilvl w:val="0"/>
          <w:numId w:val="5"/>
        </w:numPr>
        <w:ind w:left="426"/>
        <w:jc w:val="both"/>
        <w:rPr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 xml:space="preserve">достављена пријава и њени прилози </w:t>
      </w:r>
      <w:r w:rsidR="00E0445C" w:rsidRPr="002C4770">
        <w:rPr>
          <w:color w:val="000000"/>
          <w:sz w:val="24"/>
          <w:szCs w:val="24"/>
          <w:lang w:val="sr-Cyrl-RS"/>
        </w:rPr>
        <w:t xml:space="preserve">су </w:t>
      </w:r>
      <w:r w:rsidR="001658BA">
        <w:rPr>
          <w:color w:val="000000"/>
          <w:sz w:val="24"/>
          <w:szCs w:val="24"/>
          <w:lang w:val="sr-Cyrl-RS"/>
        </w:rPr>
        <w:t xml:space="preserve">суштински и </w:t>
      </w:r>
      <w:r w:rsidR="00AB2210" w:rsidRPr="002C4770">
        <w:rPr>
          <w:sz w:val="24"/>
          <w:szCs w:val="24"/>
          <w:lang w:val="sr-Cyrl-RS"/>
        </w:rPr>
        <w:t>формалн</w:t>
      </w:r>
      <w:r w:rsidRPr="002C4770">
        <w:rPr>
          <w:sz w:val="24"/>
          <w:szCs w:val="24"/>
          <w:lang w:val="sr-Cyrl-RS"/>
        </w:rPr>
        <w:t>о</w:t>
      </w:r>
      <w:r w:rsidR="00AB2210" w:rsidRPr="002C4770">
        <w:rPr>
          <w:sz w:val="24"/>
          <w:szCs w:val="24"/>
          <w:lang w:val="sr-Cyrl-RS"/>
        </w:rPr>
        <w:t xml:space="preserve"> ваљан</w:t>
      </w:r>
      <w:r w:rsidRPr="002C4770">
        <w:rPr>
          <w:sz w:val="24"/>
          <w:szCs w:val="24"/>
          <w:lang w:val="sr-Cyrl-RS"/>
        </w:rPr>
        <w:t xml:space="preserve">и и </w:t>
      </w:r>
      <w:r w:rsidR="00AB2210" w:rsidRPr="002C4770">
        <w:rPr>
          <w:sz w:val="24"/>
          <w:szCs w:val="24"/>
          <w:lang w:val="sr-Cyrl-RS"/>
        </w:rPr>
        <w:t>комплетн</w:t>
      </w:r>
      <w:r w:rsidRPr="002C4770">
        <w:rPr>
          <w:sz w:val="24"/>
          <w:szCs w:val="24"/>
          <w:lang w:val="sr-Cyrl-RS"/>
        </w:rPr>
        <w:t>и.</w:t>
      </w:r>
    </w:p>
    <w:p w14:paraId="153F1C84" w14:textId="78302C57" w:rsidR="00A33AE7" w:rsidRPr="002C4770" w:rsidRDefault="00052441" w:rsidP="00DC6CFB">
      <w:pPr>
        <w:spacing w:before="240"/>
        <w:ind w:firstLine="720"/>
        <w:jc w:val="both"/>
        <w:rPr>
          <w:color w:val="000000"/>
          <w:sz w:val="24"/>
          <w:szCs w:val="24"/>
          <w:lang w:val="sr-Cyrl-RS"/>
        </w:rPr>
      </w:pPr>
      <w:r w:rsidRPr="002C4770">
        <w:rPr>
          <w:sz w:val="24"/>
          <w:szCs w:val="24"/>
          <w:lang w:val="sr-Cyrl-RS"/>
        </w:rPr>
        <w:t xml:space="preserve">Катедра </w:t>
      </w:r>
      <w:r w:rsidR="00214CE6" w:rsidRPr="002C4770">
        <w:rPr>
          <w:color w:val="000000"/>
          <w:sz w:val="24"/>
          <w:szCs w:val="24"/>
          <w:lang w:val="sr-Cyrl-RS"/>
        </w:rPr>
        <w:t>даје следећу препоруку именовања</w:t>
      </w:r>
      <w:r w:rsidR="00907801" w:rsidRPr="002C4770">
        <w:rPr>
          <w:color w:val="000000"/>
          <w:sz w:val="24"/>
          <w:szCs w:val="24"/>
          <w:lang w:val="sr-Cyrl-RS"/>
        </w:rPr>
        <w:t xml:space="preserve"> ментора и два члана Комисије за оцену научне заснованости теме докторске дисертације (у даљем тексту: Комисиј</w:t>
      </w:r>
      <w:r w:rsidR="00A20621" w:rsidRPr="002C4770">
        <w:rPr>
          <w:color w:val="000000"/>
          <w:sz w:val="24"/>
          <w:szCs w:val="24"/>
          <w:lang w:val="sr-Cyrl-RS"/>
        </w:rPr>
        <w:t>а</w:t>
      </w:r>
      <w:r w:rsidR="00907801" w:rsidRPr="002C4770">
        <w:rPr>
          <w:color w:val="000000"/>
          <w:sz w:val="24"/>
          <w:szCs w:val="24"/>
          <w:lang w:val="sr-Cyrl-RS"/>
        </w:rPr>
        <w:t>)</w:t>
      </w:r>
      <w:r w:rsidR="00214CE6" w:rsidRPr="002C4770">
        <w:rPr>
          <w:color w:val="000000"/>
          <w:sz w:val="24"/>
          <w:szCs w:val="24"/>
          <w:lang w:val="sr-Cyrl-RS"/>
        </w:rPr>
        <w:t>:</w:t>
      </w:r>
    </w:p>
    <w:p w14:paraId="21C6C719" w14:textId="0A1DAA03" w:rsidR="00284625" w:rsidRPr="002C4770" w:rsidRDefault="00284625">
      <w:pPr>
        <w:rPr>
          <w:sz w:val="24"/>
          <w:szCs w:val="24"/>
          <w:lang w:val="sr-Cyrl-RS"/>
        </w:rPr>
      </w:pP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2268"/>
        <w:gridCol w:w="7938"/>
      </w:tblGrid>
      <w:tr w:rsidR="00AE709F" w:rsidRPr="002C4770" w14:paraId="050219B1" w14:textId="77777777" w:rsidTr="001658B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76B7C3" w14:textId="320DC85B" w:rsidR="001740A2" w:rsidRPr="002C4770" w:rsidRDefault="00214CE6" w:rsidP="00EA05F6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 w:rsidRPr="002C4770">
              <w:rPr>
                <w:b/>
                <w:sz w:val="24"/>
                <w:szCs w:val="24"/>
                <w:lang w:val="sr-Cyrl-RS"/>
              </w:rPr>
              <w:t>Ментор</w:t>
            </w:r>
            <w:r w:rsidR="00822D69">
              <w:rPr>
                <w:rStyle w:val="FootnoteReference"/>
                <w:b/>
                <w:sz w:val="24"/>
                <w:szCs w:val="24"/>
                <w:lang w:val="sr-Cyrl-RS"/>
              </w:rPr>
              <w:footnoteReference w:id="1"/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747D91" w14:textId="23CCF749" w:rsidR="002C4770" w:rsidRPr="002C4770" w:rsidRDefault="00DC6CFB" w:rsidP="005A7B85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8D5B3A" w:rsidRPr="002C4770" w14:paraId="5C7462F2" w14:textId="77777777" w:rsidTr="001658B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3543501" w14:textId="410A74B5" w:rsidR="008D5B3A" w:rsidRPr="002C4770" w:rsidRDefault="001658BA" w:rsidP="00EA05F6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Члан</w:t>
            </w:r>
            <w:r w:rsidR="008D5B3A" w:rsidRPr="002C4770">
              <w:rPr>
                <w:b/>
                <w:sz w:val="24"/>
                <w:szCs w:val="24"/>
                <w:lang w:val="sr-Cyrl-RS"/>
              </w:rPr>
              <w:t xml:space="preserve"> Комисије</w:t>
            </w:r>
            <w:r w:rsidR="007312B8" w:rsidRPr="007312B8">
              <w:rPr>
                <w:rStyle w:val="FootnoteReference"/>
                <w:sz w:val="24"/>
                <w:szCs w:val="24"/>
                <w:lang w:val="sr-Cyrl-RS"/>
              </w:rPr>
              <w:footnoteReference w:id="2"/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82293A" w14:textId="6F9DB3AA" w:rsidR="002C4770" w:rsidRPr="002C4770" w:rsidRDefault="00DC6CFB" w:rsidP="00EA05F6">
            <w:pPr>
              <w:tabs>
                <w:tab w:val="num" w:pos="426"/>
              </w:tabs>
              <w:spacing w:before="120"/>
              <w:rPr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8D5B3A" w:rsidRPr="002C4770" w14:paraId="248A13BD" w14:textId="77777777" w:rsidTr="001658B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831E0" w14:textId="58A5BCAD" w:rsidR="00907801" w:rsidRPr="002C4770" w:rsidRDefault="00907801" w:rsidP="00EA05F6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 w:rsidRPr="002C4770">
              <w:rPr>
                <w:b/>
                <w:sz w:val="24"/>
                <w:szCs w:val="24"/>
                <w:lang w:val="sr-Cyrl-RS"/>
              </w:rPr>
              <w:t>Члан Комисије</w:t>
            </w:r>
            <w:r w:rsidR="007312B8" w:rsidRPr="001658BA">
              <w:rPr>
                <w:rStyle w:val="FootnoteReference"/>
                <w:bCs/>
                <w:sz w:val="24"/>
                <w:szCs w:val="24"/>
                <w:lang w:val="sr-Cyrl-RS"/>
              </w:rPr>
              <w:footnoteReference w:id="3"/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4E43C1" w14:textId="0DB26B90" w:rsidR="00907801" w:rsidRPr="002C4770" w:rsidRDefault="00313F73" w:rsidP="00907801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, назив матичне институције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звање, назив матичне институције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  <w:r w:rsidR="00907801" w:rsidRPr="002C4770">
              <w:rPr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7C7A7762" w14:textId="77777777" w:rsidR="00F25D48" w:rsidRPr="002C4770" w:rsidRDefault="00F25D48" w:rsidP="0054791A">
      <w:pPr>
        <w:rPr>
          <w:b/>
          <w:sz w:val="24"/>
          <w:szCs w:val="24"/>
          <w:lang w:val="sr-Cyrl-RS"/>
        </w:rPr>
      </w:pPr>
    </w:p>
    <w:p w14:paraId="0016E880" w14:textId="1F709A31" w:rsidR="00434AA3" w:rsidRPr="002C4770" w:rsidRDefault="00284625" w:rsidP="00DC6CFB">
      <w:pPr>
        <w:spacing w:before="240" w:after="120"/>
        <w:rPr>
          <w:sz w:val="24"/>
          <w:szCs w:val="24"/>
          <w:u w:val="single"/>
          <w:lang w:val="sr-Cyrl-RS"/>
        </w:rPr>
      </w:pPr>
      <w:r w:rsidRPr="002C4770">
        <w:rPr>
          <w:sz w:val="24"/>
          <w:szCs w:val="24"/>
          <w:u w:val="single"/>
          <w:lang w:val="sr-Cyrl-RS"/>
        </w:rPr>
        <w:t>Прило</w:t>
      </w:r>
      <w:r w:rsidR="00E0445C" w:rsidRPr="002C4770">
        <w:rPr>
          <w:sz w:val="24"/>
          <w:szCs w:val="24"/>
          <w:u w:val="single"/>
          <w:lang w:val="sr-Cyrl-RS"/>
        </w:rPr>
        <w:t>зи</w:t>
      </w:r>
      <w:r w:rsidR="00313F73">
        <w:rPr>
          <w:rStyle w:val="FootnoteReference"/>
          <w:sz w:val="24"/>
          <w:szCs w:val="24"/>
          <w:u w:val="single"/>
          <w:lang w:val="sr-Cyrl-RS"/>
        </w:rPr>
        <w:footnoteReference w:id="4"/>
      </w:r>
      <w:r w:rsidRPr="002C4770">
        <w:rPr>
          <w:sz w:val="24"/>
          <w:szCs w:val="24"/>
          <w:u w:val="single"/>
          <w:lang w:val="sr-Cyrl-RS"/>
        </w:rPr>
        <w:t xml:space="preserve">: </w:t>
      </w:r>
    </w:p>
    <w:p w14:paraId="09E221F7" w14:textId="728DCDF2" w:rsidR="00F25D48" w:rsidRPr="002C4770" w:rsidRDefault="008D5B3A" w:rsidP="005A7B85">
      <w:pPr>
        <w:numPr>
          <w:ilvl w:val="0"/>
          <w:numId w:val="3"/>
        </w:numPr>
        <w:autoSpaceDE w:val="0"/>
        <w:autoSpaceDN w:val="0"/>
        <w:adjustRightInd w:val="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2C4770">
        <w:rPr>
          <w:rFonts w:eastAsia="TimesNewRomanPSMT"/>
          <w:color w:val="000000"/>
          <w:sz w:val="24"/>
          <w:szCs w:val="24"/>
          <w:lang w:val="sr-Cyrl-RS"/>
        </w:rPr>
        <w:t>Пријава теме докторске дисертације са прилозима, поднета од стране студента.</w:t>
      </w:r>
    </w:p>
    <w:p w14:paraId="4927FD09" w14:textId="04E3BCF6" w:rsidR="00BC2A04" w:rsidRPr="002C4770" w:rsidRDefault="00AA353C" w:rsidP="005A7B85">
      <w:pPr>
        <w:numPr>
          <w:ilvl w:val="0"/>
          <w:numId w:val="3"/>
        </w:numPr>
        <w:autoSpaceDE w:val="0"/>
        <w:autoSpaceDN w:val="0"/>
        <w:adjustRightInd w:val="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Детаљније</w:t>
      </w:r>
      <w:r w:rsidR="00052441" w:rsidRPr="002C4770">
        <w:rPr>
          <w:sz w:val="24"/>
          <w:szCs w:val="24"/>
          <w:lang w:val="sr-Cyrl-RS"/>
        </w:rPr>
        <w:t xml:space="preserve"> образложење препоруке за ментора, у</w:t>
      </w:r>
      <w:r w:rsidR="00E0445C" w:rsidRPr="002C4770">
        <w:rPr>
          <w:sz w:val="24"/>
          <w:szCs w:val="24"/>
          <w:lang w:val="sr-Cyrl-RS"/>
        </w:rPr>
        <w:t xml:space="preserve">колико </w:t>
      </w:r>
      <w:r w:rsidR="00052441" w:rsidRPr="002C4770">
        <w:rPr>
          <w:sz w:val="24"/>
          <w:szCs w:val="24"/>
          <w:lang w:val="sr-Cyrl-RS"/>
        </w:rPr>
        <w:t>К</w:t>
      </w:r>
      <w:r w:rsidR="00E0445C" w:rsidRPr="002C4770">
        <w:rPr>
          <w:sz w:val="24"/>
          <w:szCs w:val="24"/>
          <w:lang w:val="sr-Cyrl-RS"/>
        </w:rPr>
        <w:t>атедра препоручује именовање ментора који није ментор студија студента или</w:t>
      </w:r>
      <w:r w:rsidR="007A2680">
        <w:rPr>
          <w:sz w:val="24"/>
          <w:szCs w:val="24"/>
        </w:rPr>
        <w:t xml:space="preserve"> </w:t>
      </w:r>
      <w:r w:rsidR="007A2680" w:rsidRPr="002C4770">
        <w:rPr>
          <w:sz w:val="24"/>
          <w:szCs w:val="24"/>
          <w:lang w:val="sr-Cyrl-RS"/>
        </w:rPr>
        <w:t>уколико Катедра препоручује</w:t>
      </w:r>
      <w:r w:rsidR="00E0445C" w:rsidRPr="002C4770">
        <w:rPr>
          <w:sz w:val="24"/>
          <w:szCs w:val="24"/>
          <w:lang w:val="sr-Cyrl-RS"/>
        </w:rPr>
        <w:t xml:space="preserve"> именовање два ментора.</w:t>
      </w:r>
    </w:p>
    <w:p w14:paraId="3B15644E" w14:textId="3EB5CB98" w:rsidR="00156862" w:rsidRDefault="00156862" w:rsidP="00156862">
      <w:pPr>
        <w:tabs>
          <w:tab w:val="center" w:pos="6946"/>
        </w:tabs>
        <w:spacing w:before="240"/>
        <w:ind w:left="425"/>
        <w:rPr>
          <w:sz w:val="24"/>
          <w:szCs w:val="24"/>
          <w:lang w:val="sr-Cyrl-RS"/>
        </w:rPr>
      </w:pPr>
    </w:p>
    <w:p w14:paraId="1AD58321" w14:textId="52990BCE" w:rsidR="0082494E" w:rsidRPr="002C4770" w:rsidRDefault="00980F8C" w:rsidP="00EA05F6">
      <w:pPr>
        <w:tabs>
          <w:tab w:val="center" w:pos="6946"/>
        </w:tabs>
        <w:spacing w:before="240"/>
        <w:ind w:left="357"/>
        <w:rPr>
          <w:sz w:val="24"/>
          <w:szCs w:val="24"/>
          <w:lang w:val="sr-Cyrl-RS"/>
        </w:rPr>
      </w:pPr>
      <w:r w:rsidRPr="002C4770">
        <w:rPr>
          <w:sz w:val="24"/>
          <w:szCs w:val="24"/>
          <w:lang w:val="sr-Cyrl-RS"/>
        </w:rPr>
        <w:tab/>
        <w:t xml:space="preserve">Шеф </w:t>
      </w:r>
      <w:r w:rsidR="004D3F2A" w:rsidRPr="002C4770">
        <w:rPr>
          <w:sz w:val="24"/>
          <w:szCs w:val="24"/>
          <w:lang w:val="sr-Cyrl-RS"/>
        </w:rPr>
        <w:t>К</w:t>
      </w:r>
      <w:r w:rsidRPr="002C4770">
        <w:rPr>
          <w:sz w:val="24"/>
          <w:szCs w:val="24"/>
          <w:lang w:val="sr-Cyrl-RS"/>
        </w:rPr>
        <w:t>атедре</w:t>
      </w:r>
      <w:r w:rsidR="00CF1538" w:rsidRPr="002C4770">
        <w:rPr>
          <w:sz w:val="24"/>
          <w:szCs w:val="24"/>
          <w:lang w:val="sr-Cyrl-RS"/>
        </w:rPr>
        <w:t xml:space="preserve"> за </w:t>
      </w:r>
      <w:r w:rsidR="001658BA">
        <w:rPr>
          <w:color w:val="000000"/>
          <w:sz w:val="24"/>
          <w:szCs w:val="24"/>
          <w:lang w:val="sr-Cyrl-RS"/>
        </w:rPr>
        <w:fldChar w:fldCharType="begin">
          <w:ffData>
            <w:name w:val="Dropdown1"/>
            <w:enabled/>
            <w:calcOnExit w:val="0"/>
            <w:helpText w:type="text" w:val="Изабрати катедру из падајућег менија"/>
            <w:statusText w:type="text" w:val="Изабрати катедру из падајућег менија"/>
            <w:ddList>
              <w:listEntry w:val="           "/>
              <w:listEntry w:val="електроенергетске системе"/>
              <w:listEntry w:val="телекомуникације"/>
              <w:listEntry w:val="електронику"/>
              <w:listEntry w:val="рачунарску технику и информатику"/>
              <w:listEntry w:val="сигнале и системе"/>
              <w:listEntry w:val="микроелектронику и техничку физику"/>
              <w:listEntry w:val="општу електротехнику"/>
              <w:listEntry w:val="примењену математику"/>
              <w:listEntry w:val="енергетске претвараче и погоне"/>
              <w:listEntry w:val="опште образовање"/>
            </w:ddList>
          </w:ffData>
        </w:fldChar>
      </w:r>
      <w:bookmarkStart w:id="2" w:name="Dropdown1"/>
      <w:r w:rsidR="001658BA">
        <w:rPr>
          <w:color w:val="000000"/>
          <w:sz w:val="24"/>
          <w:szCs w:val="24"/>
          <w:lang w:val="sr-Cyrl-RS"/>
        </w:rPr>
        <w:instrText xml:space="preserve"> FORMDROPDOWN </w:instrText>
      </w:r>
      <w:r w:rsidR="00000000">
        <w:rPr>
          <w:color w:val="000000"/>
          <w:sz w:val="24"/>
          <w:szCs w:val="24"/>
          <w:lang w:val="sr-Cyrl-RS"/>
        </w:rPr>
      </w:r>
      <w:r w:rsidR="00000000">
        <w:rPr>
          <w:color w:val="000000"/>
          <w:sz w:val="24"/>
          <w:szCs w:val="24"/>
          <w:lang w:val="sr-Cyrl-RS"/>
        </w:rPr>
        <w:fldChar w:fldCharType="separate"/>
      </w:r>
      <w:r w:rsidR="001658BA">
        <w:rPr>
          <w:color w:val="000000"/>
          <w:sz w:val="24"/>
          <w:szCs w:val="24"/>
          <w:lang w:val="sr-Cyrl-RS"/>
        </w:rPr>
        <w:fldChar w:fldCharType="end"/>
      </w:r>
      <w:bookmarkEnd w:id="2"/>
    </w:p>
    <w:p w14:paraId="009130B3" w14:textId="7239AF07" w:rsidR="005B552E" w:rsidRPr="002C4770" w:rsidRDefault="00052441" w:rsidP="00313F73">
      <w:pPr>
        <w:tabs>
          <w:tab w:val="center" w:pos="6946"/>
        </w:tabs>
        <w:spacing w:before="120"/>
        <w:ind w:left="357"/>
        <w:rPr>
          <w:b/>
          <w:sz w:val="28"/>
          <w:szCs w:val="28"/>
          <w:lang w:val="sr-Cyrl-RS"/>
        </w:rPr>
      </w:pPr>
      <w:r w:rsidRPr="002C4770">
        <w:rPr>
          <w:b/>
          <w:sz w:val="28"/>
          <w:szCs w:val="28"/>
          <w:lang w:val="sr-Cyrl-RS"/>
        </w:rPr>
        <w:tab/>
      </w:r>
      <w:r w:rsidR="0082494E" w:rsidRPr="002C4770">
        <w:rPr>
          <w:b/>
          <w:sz w:val="28"/>
          <w:szCs w:val="28"/>
          <w:lang w:val="sr-Cyrl-RS"/>
        </w:rPr>
        <w:t>_____</w:t>
      </w:r>
      <w:r w:rsidRPr="002C4770">
        <w:rPr>
          <w:b/>
          <w:sz w:val="28"/>
          <w:szCs w:val="28"/>
          <w:lang w:val="sr-Cyrl-RS"/>
        </w:rPr>
        <w:t>________</w:t>
      </w:r>
      <w:r w:rsidR="0082494E" w:rsidRPr="002C4770">
        <w:rPr>
          <w:b/>
          <w:sz w:val="28"/>
          <w:szCs w:val="28"/>
          <w:lang w:val="sr-Cyrl-RS"/>
        </w:rPr>
        <w:t>____________________</w:t>
      </w:r>
    </w:p>
    <w:p w14:paraId="7D956844" w14:textId="38D00DC1" w:rsidR="00052441" w:rsidRPr="002C4770" w:rsidRDefault="00052441" w:rsidP="00313F73">
      <w:pPr>
        <w:tabs>
          <w:tab w:val="center" w:pos="6946"/>
        </w:tabs>
        <w:rPr>
          <w:color w:val="000000"/>
          <w:sz w:val="24"/>
          <w:szCs w:val="24"/>
          <w:lang w:val="sr-Cyrl-RS"/>
        </w:rPr>
      </w:pPr>
      <w:bookmarkStart w:id="3" w:name="Text6"/>
      <w:r w:rsidRPr="002C4770">
        <w:rPr>
          <w:color w:val="000000"/>
          <w:szCs w:val="24"/>
          <w:lang w:val="sr-Cyrl-RS"/>
        </w:rPr>
        <w:tab/>
      </w:r>
      <w:bookmarkEnd w:id="3"/>
      <w:r w:rsidR="001658BA">
        <w:rPr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helpText w:type="text" w:val="Унети име, презиме и звање"/>
            <w:statusText w:type="text" w:val="Унети име, презиме и звање"/>
            <w:textInput/>
          </w:ffData>
        </w:fldChar>
      </w:r>
      <w:r w:rsidR="001658BA">
        <w:rPr>
          <w:color w:val="000000"/>
          <w:sz w:val="24"/>
          <w:szCs w:val="24"/>
          <w:lang w:val="sr-Cyrl-RS"/>
        </w:rPr>
        <w:instrText xml:space="preserve"> FORMTEXT </w:instrText>
      </w:r>
      <w:r w:rsidR="001658BA">
        <w:rPr>
          <w:color w:val="000000"/>
          <w:sz w:val="24"/>
          <w:szCs w:val="24"/>
          <w:lang w:val="sr-Cyrl-RS"/>
        </w:rPr>
      </w:r>
      <w:r w:rsidR="001658BA">
        <w:rPr>
          <w:color w:val="000000"/>
          <w:sz w:val="24"/>
          <w:szCs w:val="24"/>
          <w:lang w:val="sr-Cyrl-RS"/>
        </w:rPr>
        <w:fldChar w:fldCharType="separate"/>
      </w:r>
      <w:r w:rsidR="001658BA">
        <w:rPr>
          <w:noProof/>
          <w:color w:val="000000"/>
          <w:sz w:val="24"/>
          <w:szCs w:val="24"/>
          <w:lang w:val="sr-Cyrl-RS"/>
        </w:rPr>
        <w:t xml:space="preserve">др , </w:t>
      </w:r>
      <w:r w:rsidR="001658BA">
        <w:rPr>
          <w:color w:val="000000"/>
          <w:sz w:val="24"/>
          <w:szCs w:val="24"/>
          <w:lang w:val="sr-Cyrl-RS"/>
        </w:rPr>
        <w:fldChar w:fldCharType="end"/>
      </w:r>
      <w:bookmarkEnd w:id="0"/>
    </w:p>
    <w:sectPr w:rsidR="00052441" w:rsidRPr="002C4770" w:rsidSect="001E0CF9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26B3" w14:textId="77777777" w:rsidR="001E0CF9" w:rsidRDefault="001E0CF9" w:rsidP="00313F73">
      <w:r>
        <w:separator/>
      </w:r>
    </w:p>
  </w:endnote>
  <w:endnote w:type="continuationSeparator" w:id="0">
    <w:p w14:paraId="72EB423E" w14:textId="77777777" w:rsidR="001E0CF9" w:rsidRDefault="001E0CF9" w:rsidP="0031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DEE8F" w14:textId="77777777" w:rsidR="001E0CF9" w:rsidRDefault="001E0CF9" w:rsidP="00313F73">
      <w:r>
        <w:separator/>
      </w:r>
    </w:p>
  </w:footnote>
  <w:footnote w:type="continuationSeparator" w:id="0">
    <w:p w14:paraId="6BF4FC2C" w14:textId="77777777" w:rsidR="001E0CF9" w:rsidRDefault="001E0CF9" w:rsidP="00313F73">
      <w:r>
        <w:continuationSeparator/>
      </w:r>
    </w:p>
  </w:footnote>
  <w:footnote w:id="1">
    <w:p w14:paraId="65801F04" w14:textId="0D1BF3E6" w:rsidR="001D1369" w:rsidRPr="00532947" w:rsidRDefault="00822D69" w:rsidP="001D1369">
      <w:pPr>
        <w:pStyle w:val="FootnoteText"/>
        <w:ind w:left="142" w:hanging="142"/>
        <w:jc w:val="both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="00156862" w:rsidRPr="00822D69">
        <w:rPr>
          <w:lang w:val="sr-Cyrl-RS"/>
        </w:rPr>
        <w:t>Наставник докторских студија</w:t>
      </w:r>
      <w:r w:rsidR="00156862">
        <w:rPr>
          <w:lang w:val="sr-Cyrl-RS"/>
        </w:rPr>
        <w:t xml:space="preserve"> </w:t>
      </w:r>
      <w:r w:rsidR="00156862" w:rsidRPr="00822D69">
        <w:rPr>
          <w:lang w:val="sr-Cyrl-RS"/>
        </w:rPr>
        <w:t xml:space="preserve">ангажован </w:t>
      </w:r>
      <w:r w:rsidR="00156862">
        <w:rPr>
          <w:lang w:val="sr-Cyrl-RS"/>
        </w:rPr>
        <w:t xml:space="preserve">у текућој школској години </w:t>
      </w:r>
      <w:r w:rsidR="00156862" w:rsidRPr="00822D69">
        <w:rPr>
          <w:lang w:val="sr-Cyrl-RS"/>
        </w:rPr>
        <w:t>на изборном подручју студента</w:t>
      </w:r>
      <w:r w:rsidR="00156862">
        <w:rPr>
          <w:lang w:val="sr-Latn-RS"/>
        </w:rPr>
        <w:t xml:space="preserve">, </w:t>
      </w:r>
      <w:r w:rsidR="00156862">
        <w:rPr>
          <w:lang w:val="sr-Cyrl-RS"/>
        </w:rPr>
        <w:t xml:space="preserve">који </w:t>
      </w:r>
      <w:r w:rsidR="00605A8E">
        <w:rPr>
          <w:lang w:val="sr-Cyrl-RS"/>
        </w:rPr>
        <w:t xml:space="preserve">има </w:t>
      </w:r>
      <w:r w:rsidR="00A54622" w:rsidRPr="00822D69">
        <w:rPr>
          <w:lang w:val="sr-Cyrl-RS"/>
        </w:rPr>
        <w:t xml:space="preserve">најмање </w:t>
      </w:r>
      <w:r w:rsidR="00A54622">
        <w:rPr>
          <w:lang w:val="sr-Cyrl-RS"/>
        </w:rPr>
        <w:t>пет</w:t>
      </w:r>
      <w:r w:rsidR="00A54622" w:rsidRPr="00822D69">
        <w:rPr>
          <w:lang w:val="sr-Cyrl-RS"/>
        </w:rPr>
        <w:t xml:space="preserve"> рад</w:t>
      </w:r>
      <w:r w:rsidR="00A54622">
        <w:rPr>
          <w:lang w:val="sr-Cyrl-RS"/>
        </w:rPr>
        <w:t>ова</w:t>
      </w:r>
      <w:r w:rsidR="00A54622" w:rsidRPr="00822D69">
        <w:rPr>
          <w:lang w:val="sr-Cyrl-RS"/>
        </w:rPr>
        <w:t xml:space="preserve"> објављен</w:t>
      </w:r>
      <w:r w:rsidR="00A54622">
        <w:rPr>
          <w:lang w:val="sr-Cyrl-RS"/>
        </w:rPr>
        <w:t xml:space="preserve">их </w:t>
      </w:r>
      <w:r w:rsidR="00A54622" w:rsidRPr="00822D69">
        <w:rPr>
          <w:lang w:val="sr-Cyrl-RS"/>
        </w:rPr>
        <w:t xml:space="preserve">у претходних десет година у часописима са </w:t>
      </w:r>
      <w:r w:rsidR="00A54622" w:rsidRPr="00822D69">
        <w:rPr>
          <w:i/>
        </w:rPr>
        <w:t>impact</w:t>
      </w:r>
      <w:r w:rsidR="00A54622" w:rsidRPr="00822D69">
        <w:rPr>
          <w:lang w:val="sr-Cyrl-RS"/>
        </w:rPr>
        <w:t xml:space="preserve"> фактором са </w:t>
      </w:r>
      <w:r w:rsidR="00A37081">
        <w:rPr>
          <w:i/>
        </w:rPr>
        <w:t>JCR</w:t>
      </w:r>
      <w:r w:rsidR="00A54622" w:rsidRPr="00822D69">
        <w:rPr>
          <w:lang w:val="sr-Cyrl-RS"/>
        </w:rPr>
        <w:t xml:space="preserve"> листе</w:t>
      </w:r>
      <w:r w:rsidR="001C5527">
        <w:rPr>
          <w:lang w:val="sr-Cyrl-RS"/>
        </w:rPr>
        <w:t>.</w:t>
      </w:r>
    </w:p>
  </w:footnote>
  <w:footnote w:id="2">
    <w:p w14:paraId="11DF1057" w14:textId="6AFF35CB" w:rsidR="007312B8" w:rsidRPr="00822D69" w:rsidRDefault="007312B8" w:rsidP="001E6E8F">
      <w:pPr>
        <w:pStyle w:val="FootnoteText"/>
        <w:ind w:left="142" w:hanging="142"/>
        <w:jc w:val="both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Наставник докторских студија</w:t>
      </w:r>
      <w:r w:rsidR="001E6E8F">
        <w:rPr>
          <w:lang w:val="sr-Cyrl-RS"/>
        </w:rPr>
        <w:t xml:space="preserve"> </w:t>
      </w:r>
      <w:r w:rsidRPr="00822D69">
        <w:rPr>
          <w:lang w:val="sr-Cyrl-RS"/>
        </w:rPr>
        <w:t xml:space="preserve">ангажован </w:t>
      </w:r>
      <w:r w:rsidR="00390F8B">
        <w:rPr>
          <w:lang w:val="sr-Cyrl-RS"/>
        </w:rPr>
        <w:t xml:space="preserve">у текућој школској години </w:t>
      </w:r>
      <w:r w:rsidRPr="00822D69">
        <w:rPr>
          <w:lang w:val="sr-Cyrl-RS"/>
        </w:rPr>
        <w:t>на изборном подручју студента</w:t>
      </w:r>
      <w:r w:rsidR="00DB6BD1">
        <w:rPr>
          <w:lang w:val="sr-Cyrl-RS"/>
        </w:rPr>
        <w:t xml:space="preserve">, који има </w:t>
      </w:r>
      <w:r w:rsidR="00DB6BD1" w:rsidRPr="00822D69">
        <w:rPr>
          <w:lang w:val="sr-Cyrl-RS"/>
        </w:rPr>
        <w:t xml:space="preserve">најмање три рада објављена у претходних десет година у часописима са </w:t>
      </w:r>
      <w:r w:rsidR="00DB6BD1" w:rsidRPr="00822D69">
        <w:rPr>
          <w:i/>
        </w:rPr>
        <w:t>impact</w:t>
      </w:r>
      <w:r w:rsidR="00DB6BD1" w:rsidRPr="00822D69">
        <w:rPr>
          <w:lang w:val="sr-Cyrl-RS"/>
        </w:rPr>
        <w:t xml:space="preserve"> фактором са </w:t>
      </w:r>
      <w:r w:rsidR="00A37081">
        <w:rPr>
          <w:i/>
        </w:rPr>
        <w:t>JCR</w:t>
      </w:r>
      <w:r w:rsidR="00DB6BD1" w:rsidRPr="00822D69">
        <w:rPr>
          <w:lang w:val="sr-Cyrl-RS"/>
        </w:rPr>
        <w:t xml:space="preserve"> листе</w:t>
      </w:r>
      <w:r w:rsidRPr="00822D69">
        <w:rPr>
          <w:lang w:val="sr-Cyrl-RS"/>
        </w:rPr>
        <w:t>.</w:t>
      </w:r>
    </w:p>
  </w:footnote>
  <w:footnote w:id="3">
    <w:p w14:paraId="5E2FE754" w14:textId="6DDA56DB" w:rsidR="007312B8" w:rsidRPr="00822D69" w:rsidRDefault="007312B8" w:rsidP="00C80FAA">
      <w:pPr>
        <w:pStyle w:val="FootnoteText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</w:t>
      </w:r>
      <w:r w:rsidR="00DB6BD1">
        <w:rPr>
          <w:lang w:val="sr-Cyrl-RS"/>
        </w:rPr>
        <w:t>Н</w:t>
      </w:r>
      <w:r w:rsidR="001625C0" w:rsidRPr="00822D69">
        <w:rPr>
          <w:lang w:val="sr-Cyrl-RS"/>
        </w:rPr>
        <w:t xml:space="preserve">аставник или истраживач из научне области из које је тема докторске дисертације, </w:t>
      </w:r>
      <w:r w:rsidR="001C5527">
        <w:rPr>
          <w:lang w:val="sr-Cyrl-RS"/>
        </w:rPr>
        <w:t xml:space="preserve">који </w:t>
      </w:r>
      <w:r w:rsidR="001625C0" w:rsidRPr="00822D69">
        <w:rPr>
          <w:lang w:val="sr-Cyrl-RS"/>
        </w:rPr>
        <w:t>није у радном односу на Факултету</w:t>
      </w:r>
      <w:r w:rsidR="00642FF1">
        <w:rPr>
          <w:lang w:val="sr-Cyrl-RS"/>
        </w:rPr>
        <w:t xml:space="preserve"> и </w:t>
      </w:r>
      <w:r w:rsidR="00605A8E">
        <w:rPr>
          <w:lang w:val="sr-Cyrl-RS"/>
        </w:rPr>
        <w:t xml:space="preserve">има </w:t>
      </w:r>
      <w:r w:rsidR="001D1369" w:rsidRPr="00822D69">
        <w:rPr>
          <w:lang w:val="sr-Cyrl-RS"/>
        </w:rPr>
        <w:t xml:space="preserve">најмање три рада објављена у претходних десет година у часописима са </w:t>
      </w:r>
      <w:r w:rsidR="001D1369" w:rsidRPr="00822D69">
        <w:rPr>
          <w:i/>
        </w:rPr>
        <w:t>impact</w:t>
      </w:r>
      <w:r w:rsidR="001D1369" w:rsidRPr="00822D69">
        <w:rPr>
          <w:lang w:val="sr-Cyrl-RS"/>
        </w:rPr>
        <w:t xml:space="preserve"> фактором са </w:t>
      </w:r>
      <w:r w:rsidR="00A37081">
        <w:rPr>
          <w:i/>
        </w:rPr>
        <w:t>JCR</w:t>
      </w:r>
      <w:r w:rsidR="001D1369" w:rsidRPr="00822D69">
        <w:rPr>
          <w:lang w:val="sr-Cyrl-RS"/>
        </w:rPr>
        <w:t xml:space="preserve"> листе.</w:t>
      </w:r>
      <w:r w:rsidR="00C80FAA">
        <w:rPr>
          <w:lang w:val="sr-Cyrl-RS"/>
        </w:rPr>
        <w:t xml:space="preserve"> </w:t>
      </w:r>
      <w:r w:rsidR="00C80FAA">
        <w:rPr>
          <w:lang w:val="sr-Cyrl-RS"/>
        </w:rPr>
        <w:t>За предложеног члана комисије који није у радном односу на ЕТФ-у доставити одлуку о избору у звање.</w:t>
      </w:r>
    </w:p>
  </w:footnote>
  <w:footnote w:id="4">
    <w:p w14:paraId="3DD81E89" w14:textId="035D360A" w:rsidR="00313F73" w:rsidRPr="00822D69" w:rsidRDefault="00313F73" w:rsidP="001625C0">
      <w:pPr>
        <w:pStyle w:val="FootnoteText"/>
        <w:ind w:left="142" w:hanging="142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Сви прилози достављају се и у папирној и у електронској форми.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720EA"/>
    <w:multiLevelType w:val="hybridMultilevel"/>
    <w:tmpl w:val="F2F68CB6"/>
    <w:lvl w:ilvl="0" w:tplc="AEA2F8A2">
      <w:start w:val="1"/>
      <w:numFmt w:val="decimal"/>
      <w:lvlText w:val="%1."/>
      <w:lvlJc w:val="left"/>
      <w:pPr>
        <w:ind w:left="104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63" w:hanging="360"/>
      </w:pPr>
    </w:lvl>
    <w:lvl w:ilvl="2" w:tplc="241A001B" w:tentative="1">
      <w:start w:val="1"/>
      <w:numFmt w:val="lowerRoman"/>
      <w:lvlText w:val="%3."/>
      <w:lvlJc w:val="right"/>
      <w:pPr>
        <w:ind w:left="2483" w:hanging="180"/>
      </w:pPr>
    </w:lvl>
    <w:lvl w:ilvl="3" w:tplc="241A000F" w:tentative="1">
      <w:start w:val="1"/>
      <w:numFmt w:val="decimal"/>
      <w:lvlText w:val="%4."/>
      <w:lvlJc w:val="left"/>
      <w:pPr>
        <w:ind w:left="3203" w:hanging="360"/>
      </w:pPr>
    </w:lvl>
    <w:lvl w:ilvl="4" w:tplc="241A0019" w:tentative="1">
      <w:start w:val="1"/>
      <w:numFmt w:val="lowerLetter"/>
      <w:lvlText w:val="%5."/>
      <w:lvlJc w:val="left"/>
      <w:pPr>
        <w:ind w:left="3923" w:hanging="360"/>
      </w:pPr>
    </w:lvl>
    <w:lvl w:ilvl="5" w:tplc="241A001B" w:tentative="1">
      <w:start w:val="1"/>
      <w:numFmt w:val="lowerRoman"/>
      <w:lvlText w:val="%6."/>
      <w:lvlJc w:val="right"/>
      <w:pPr>
        <w:ind w:left="4643" w:hanging="180"/>
      </w:pPr>
    </w:lvl>
    <w:lvl w:ilvl="6" w:tplc="241A000F" w:tentative="1">
      <w:start w:val="1"/>
      <w:numFmt w:val="decimal"/>
      <w:lvlText w:val="%7."/>
      <w:lvlJc w:val="left"/>
      <w:pPr>
        <w:ind w:left="5363" w:hanging="360"/>
      </w:pPr>
    </w:lvl>
    <w:lvl w:ilvl="7" w:tplc="241A0019" w:tentative="1">
      <w:start w:val="1"/>
      <w:numFmt w:val="lowerLetter"/>
      <w:lvlText w:val="%8."/>
      <w:lvlJc w:val="left"/>
      <w:pPr>
        <w:ind w:left="6083" w:hanging="360"/>
      </w:pPr>
    </w:lvl>
    <w:lvl w:ilvl="8" w:tplc="241A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" w15:restartNumberingAfterBreak="0">
    <w:nsid w:val="30956FC5"/>
    <w:multiLevelType w:val="hybridMultilevel"/>
    <w:tmpl w:val="D3F282A6"/>
    <w:lvl w:ilvl="0" w:tplc="558C4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1172EC"/>
    <w:multiLevelType w:val="hybridMultilevel"/>
    <w:tmpl w:val="176E2232"/>
    <w:lvl w:ilvl="0" w:tplc="AEA2F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416F0"/>
    <w:multiLevelType w:val="hybridMultilevel"/>
    <w:tmpl w:val="F1BA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957B9D"/>
    <w:multiLevelType w:val="hybridMultilevel"/>
    <w:tmpl w:val="13504C1C"/>
    <w:lvl w:ilvl="0" w:tplc="5DCE3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788990">
    <w:abstractNumId w:val="1"/>
  </w:num>
  <w:num w:numId="2" w16cid:durableId="339704106">
    <w:abstractNumId w:val="3"/>
  </w:num>
  <w:num w:numId="3" w16cid:durableId="766971765">
    <w:abstractNumId w:val="2"/>
  </w:num>
  <w:num w:numId="4" w16cid:durableId="212890315">
    <w:abstractNumId w:val="0"/>
  </w:num>
  <w:num w:numId="5" w16cid:durableId="278791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DE6"/>
    <w:rsid w:val="00027EF7"/>
    <w:rsid w:val="00033D6F"/>
    <w:rsid w:val="00052441"/>
    <w:rsid w:val="000A0725"/>
    <w:rsid w:val="000F05A0"/>
    <w:rsid w:val="001007B8"/>
    <w:rsid w:val="00127791"/>
    <w:rsid w:val="001316DD"/>
    <w:rsid w:val="00156862"/>
    <w:rsid w:val="001625C0"/>
    <w:rsid w:val="001658BA"/>
    <w:rsid w:val="001740A2"/>
    <w:rsid w:val="001B154A"/>
    <w:rsid w:val="001C5527"/>
    <w:rsid w:val="001D1369"/>
    <w:rsid w:val="001E0CF9"/>
    <w:rsid w:val="001E6E8F"/>
    <w:rsid w:val="00214CE6"/>
    <w:rsid w:val="0026229A"/>
    <w:rsid w:val="0026625C"/>
    <w:rsid w:val="00271D80"/>
    <w:rsid w:val="00284625"/>
    <w:rsid w:val="002B1301"/>
    <w:rsid w:val="002C4770"/>
    <w:rsid w:val="00313F73"/>
    <w:rsid w:val="00361CA2"/>
    <w:rsid w:val="00390F8B"/>
    <w:rsid w:val="003A0DA8"/>
    <w:rsid w:val="003E3016"/>
    <w:rsid w:val="00434AA3"/>
    <w:rsid w:val="00435F14"/>
    <w:rsid w:val="004A35FA"/>
    <w:rsid w:val="004A42A3"/>
    <w:rsid w:val="004C51DA"/>
    <w:rsid w:val="004D3F2A"/>
    <w:rsid w:val="005310AB"/>
    <w:rsid w:val="00532947"/>
    <w:rsid w:val="0054791A"/>
    <w:rsid w:val="00590F74"/>
    <w:rsid w:val="005A7B85"/>
    <w:rsid w:val="005B552E"/>
    <w:rsid w:val="00605A8E"/>
    <w:rsid w:val="00642FF1"/>
    <w:rsid w:val="00687213"/>
    <w:rsid w:val="006B3C63"/>
    <w:rsid w:val="006C6A20"/>
    <w:rsid w:val="006D7F46"/>
    <w:rsid w:val="006F4501"/>
    <w:rsid w:val="007312B8"/>
    <w:rsid w:val="00733485"/>
    <w:rsid w:val="00761B40"/>
    <w:rsid w:val="007A2680"/>
    <w:rsid w:val="00822D69"/>
    <w:rsid w:val="0082494E"/>
    <w:rsid w:val="00870DEC"/>
    <w:rsid w:val="00892A06"/>
    <w:rsid w:val="008D5B3A"/>
    <w:rsid w:val="008E4CC9"/>
    <w:rsid w:val="00907801"/>
    <w:rsid w:val="00932E57"/>
    <w:rsid w:val="0096513C"/>
    <w:rsid w:val="00980F8C"/>
    <w:rsid w:val="009A6AA9"/>
    <w:rsid w:val="00A05DA1"/>
    <w:rsid w:val="00A20621"/>
    <w:rsid w:val="00A33AE7"/>
    <w:rsid w:val="00A37081"/>
    <w:rsid w:val="00A47C1C"/>
    <w:rsid w:val="00A54622"/>
    <w:rsid w:val="00AA353C"/>
    <w:rsid w:val="00AB2210"/>
    <w:rsid w:val="00AC4B9B"/>
    <w:rsid w:val="00AC5914"/>
    <w:rsid w:val="00AD06D1"/>
    <w:rsid w:val="00AE709F"/>
    <w:rsid w:val="00B42505"/>
    <w:rsid w:val="00B45616"/>
    <w:rsid w:val="00BB41EE"/>
    <w:rsid w:val="00BC2A04"/>
    <w:rsid w:val="00BE2225"/>
    <w:rsid w:val="00C350BB"/>
    <w:rsid w:val="00C80FAA"/>
    <w:rsid w:val="00CC358B"/>
    <w:rsid w:val="00CF1538"/>
    <w:rsid w:val="00D01DE6"/>
    <w:rsid w:val="00D520C6"/>
    <w:rsid w:val="00DB6BD1"/>
    <w:rsid w:val="00DC6CFB"/>
    <w:rsid w:val="00DE5F6B"/>
    <w:rsid w:val="00E0445C"/>
    <w:rsid w:val="00E20639"/>
    <w:rsid w:val="00EA05F6"/>
    <w:rsid w:val="00EC3837"/>
    <w:rsid w:val="00F12161"/>
    <w:rsid w:val="00F25D48"/>
    <w:rsid w:val="00F421E3"/>
    <w:rsid w:val="00F94BC4"/>
    <w:rsid w:val="00FB3EB4"/>
    <w:rsid w:val="00FB7296"/>
    <w:rsid w:val="00FD5C55"/>
    <w:rsid w:val="00FE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615A3"/>
  <w15:chartTrackingRefBased/>
  <w15:docId w15:val="{D8A46E1B-A79B-46A8-B376-1FF2D3CC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4625"/>
    <w:rPr>
      <w:lang w:val="en-US" w:eastAsia="en-US"/>
    </w:rPr>
  </w:style>
  <w:style w:type="paragraph" w:styleId="Heading1">
    <w:name w:val="heading 1"/>
    <w:basedOn w:val="Normal"/>
    <w:next w:val="Normal"/>
    <w:qFormat/>
    <w:rsid w:val="00284625"/>
    <w:pPr>
      <w:keepNext/>
      <w:jc w:val="center"/>
      <w:outlineLvl w:val="0"/>
    </w:pPr>
    <w:rPr>
      <w:b/>
      <w:bCs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296"/>
    <w:pPr>
      <w:ind w:left="720"/>
      <w:contextualSpacing/>
    </w:pPr>
  </w:style>
  <w:style w:type="table" w:styleId="TableGrid">
    <w:name w:val="Table Grid"/>
    <w:basedOn w:val="TableNormal"/>
    <w:rsid w:val="00174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33485"/>
    <w:rPr>
      <w:color w:val="808080"/>
    </w:rPr>
  </w:style>
  <w:style w:type="paragraph" w:styleId="EndnoteText">
    <w:name w:val="endnote text"/>
    <w:basedOn w:val="Normal"/>
    <w:link w:val="EndnoteTextChar"/>
    <w:rsid w:val="00313F73"/>
  </w:style>
  <w:style w:type="character" w:customStyle="1" w:styleId="EndnoteTextChar">
    <w:name w:val="Endnote Text Char"/>
    <w:basedOn w:val="DefaultParagraphFont"/>
    <w:link w:val="EndnoteText"/>
    <w:rsid w:val="00313F73"/>
    <w:rPr>
      <w:lang w:val="en-US" w:eastAsia="en-US"/>
    </w:rPr>
  </w:style>
  <w:style w:type="character" w:styleId="EndnoteReference">
    <w:name w:val="endnote reference"/>
    <w:basedOn w:val="DefaultParagraphFont"/>
    <w:rsid w:val="00313F73"/>
    <w:rPr>
      <w:vertAlign w:val="superscript"/>
    </w:rPr>
  </w:style>
  <w:style w:type="paragraph" w:styleId="FootnoteText">
    <w:name w:val="footnote text"/>
    <w:basedOn w:val="Normal"/>
    <w:link w:val="FootnoteTextChar"/>
    <w:rsid w:val="00313F73"/>
  </w:style>
  <w:style w:type="character" w:customStyle="1" w:styleId="FootnoteTextChar">
    <w:name w:val="Footnote Text Char"/>
    <w:basedOn w:val="DefaultParagraphFont"/>
    <w:link w:val="FootnoteText"/>
    <w:rsid w:val="00313F73"/>
    <w:rPr>
      <w:lang w:val="en-US" w:eastAsia="en-US"/>
    </w:rPr>
  </w:style>
  <w:style w:type="character" w:styleId="FootnoteReference">
    <w:name w:val="footnote reference"/>
    <w:basedOn w:val="DefaultParagraphFont"/>
    <w:rsid w:val="00313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files\sr\univerzitet\univ-propisi\Doktorske-obrazac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E24AB-49A3-4450-98F7-5FFA96E2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Doktorske-obrazac2.dot</Template>
  <TotalTime>21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ПРИЈАВА</vt:lpstr>
    </vt:vector>
  </TitlesOfParts>
  <Company>NONE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ПРИЈАВА</dc:title>
  <dc:subject/>
  <dc:creator>ICUB</dc:creator>
  <cp:keywords/>
  <cp:lastModifiedBy>Наташа Ћировић</cp:lastModifiedBy>
  <cp:revision>17</cp:revision>
  <cp:lastPrinted>2019-03-29T20:33:00Z</cp:lastPrinted>
  <dcterms:created xsi:type="dcterms:W3CDTF">2021-03-03T13:55:00Z</dcterms:created>
  <dcterms:modified xsi:type="dcterms:W3CDTF">2024-01-12T15:05:00Z</dcterms:modified>
</cp:coreProperties>
</file>